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302A1C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83F8333" w:rsidR="00F21C04" w:rsidRPr="00302A1C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302A1C" w:rsidRPr="00302A1C">
              <w:rPr>
                <w:rFonts w:eastAsia="Calibri"/>
              </w:rPr>
              <w:t xml:space="preserve">Eesti Reservväelaste Pärnu Laskespordiklubi </w:t>
            </w:r>
            <w:r w:rsidRPr="00302A1C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siseministri </w:t>
            </w:r>
            <w:r w:rsidR="00EC5AB8" w:rsidRPr="00302A1C">
              <w:rPr>
                <w:sz w:val="22"/>
                <w:szCs w:val="22"/>
              </w:rPr>
              <w:fldChar w:fldCharType="begin"/>
            </w:r>
            <w:r w:rsidR="00BF1DEF" w:rsidRPr="00302A1C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302A1C">
              <w:rPr>
                <w:sz w:val="22"/>
                <w:szCs w:val="22"/>
              </w:rPr>
              <w:fldChar w:fldCharType="separate"/>
            </w:r>
            <w:r w:rsidR="00BF1DEF" w:rsidRPr="00302A1C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302A1C">
              <w:rPr>
                <w:sz w:val="22"/>
                <w:szCs w:val="22"/>
              </w:rPr>
              <w:fldChar w:fldCharType="end"/>
            </w:r>
            <w:r w:rsidR="00EC5AB8" w:rsidRPr="00302A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02A1C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302A1C">
              <w:rPr>
                <w:sz w:val="22"/>
                <w:szCs w:val="22"/>
              </w:rPr>
              <w:fldChar w:fldCharType="begin"/>
            </w:r>
            <w:r w:rsidR="00BF1DEF" w:rsidRPr="00302A1C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302A1C">
              <w:rPr>
                <w:sz w:val="22"/>
                <w:szCs w:val="22"/>
              </w:rPr>
              <w:fldChar w:fldCharType="separate"/>
            </w:r>
            <w:r w:rsidR="00BF1DEF" w:rsidRPr="00302A1C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302A1C">
              <w:rPr>
                <w:sz w:val="22"/>
                <w:szCs w:val="22"/>
              </w:rPr>
              <w:fldChar w:fldCharType="end"/>
            </w:r>
            <w:r w:rsidRPr="00302A1C">
              <w:rPr>
                <w:rFonts w:ascii="Times New Roman" w:eastAsia="Calibri" w:hAnsi="Times New Roman" w:cs="Times New Roman"/>
              </w:rPr>
              <w:t>„</w:t>
            </w:r>
            <w:r w:rsidR="00FC7E7E" w:rsidRPr="00302A1C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302A1C">
              <w:rPr>
                <w:rFonts w:ascii="Times New Roman" w:hAnsi="Times New Roman" w:cs="Times New Roman"/>
              </w:rPr>
              <w:t>e kodanikuühendustega 202</w:t>
            </w:r>
            <w:r w:rsidR="00F44A62" w:rsidRPr="00302A1C">
              <w:rPr>
                <w:rFonts w:ascii="Times New Roman" w:hAnsi="Times New Roman" w:cs="Times New Roman"/>
              </w:rPr>
              <w:t>3</w:t>
            </w:r>
            <w:r w:rsidR="00FC7E7E" w:rsidRPr="00302A1C">
              <w:rPr>
                <w:rFonts w:ascii="Times New Roman" w:hAnsi="Times New Roman" w:cs="Times New Roman"/>
              </w:rPr>
              <w:t>. aasta riigieelarve menetlemisel tehtud toetuse andmise otsuste alusel</w:t>
            </w:r>
            <w:r w:rsidRPr="00302A1C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302A1C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302A1C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302A1C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302A1C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>Olen teadlik</w:t>
            </w:r>
            <w:r w:rsidR="00F21C04" w:rsidRPr="00302A1C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 w:rsidRPr="00302A1C">
              <w:rPr>
                <w:rFonts w:ascii="Times New Roman" w:eastAsia="Calibri" w:hAnsi="Times New Roman" w:cs="Times New Roman"/>
              </w:rPr>
              <w:t>K</w:t>
            </w:r>
            <w:r w:rsidR="00F21C04" w:rsidRPr="00302A1C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 w:rsidRPr="00302A1C"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302A1C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302A1C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5DD28BEA" w:rsidR="00F21C04" w:rsidRPr="00302A1C" w:rsidRDefault="00302A1C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eastAsia="Calibri"/>
              </w:rPr>
              <w:t>Eesti Reservväelaste Pärnu Laskespordiklubi</w:t>
            </w:r>
            <w:r w:rsidR="00F21C04" w:rsidRPr="00302A1C">
              <w:rPr>
                <w:rFonts w:ascii="Times New Roman" w:eastAsia="Calibri" w:hAnsi="Times New Roman" w:cs="Times New Roman"/>
              </w:rPr>
              <w:t xml:space="preserve"> kontaktisiku nimi, e-posti aadress ja telefoni nr lepingu täitmisel on: </w:t>
            </w:r>
          </w:p>
          <w:p w14:paraId="61719C96" w14:textId="42781D13" w:rsidR="00F21C04" w:rsidRPr="00302A1C" w:rsidRDefault="00302A1C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>Hannes Toodu</w:t>
            </w:r>
            <w:r w:rsidR="00F21C04" w:rsidRPr="00302A1C">
              <w:rPr>
                <w:rFonts w:ascii="Times New Roman" w:eastAsia="Calibri" w:hAnsi="Times New Roman" w:cs="Times New Roman"/>
              </w:rPr>
              <w:t xml:space="preserve">, </w:t>
            </w:r>
            <w:hyperlink r:id="rId7" w:history="1">
              <w:r w:rsidRPr="00302A1C">
                <w:rPr>
                  <w:rStyle w:val="Hyperlink"/>
                  <w:rFonts w:eastAsia="Calibri"/>
                  <w:color w:val="auto"/>
                </w:rPr>
                <w:t>hannes.toodu@gmail.com</w:t>
              </w:r>
            </w:hyperlink>
            <w:r w:rsidRPr="00302A1C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302A1C">
              <w:rPr>
                <w:rFonts w:ascii="Times New Roman" w:eastAsia="Calibri" w:hAnsi="Times New Roman" w:cs="Times New Roman"/>
              </w:rPr>
              <w:t>, telefoni nr</w:t>
            </w:r>
            <w:r w:rsidRPr="00302A1C">
              <w:rPr>
                <w:rFonts w:ascii="Times New Roman" w:eastAsia="Calibri" w:hAnsi="Times New Roman" w:cs="Times New Roman"/>
              </w:rPr>
              <w:t xml:space="preserve"> 53736082</w:t>
            </w:r>
            <w:r w:rsidR="00F21C04" w:rsidRPr="00302A1C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302A1C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302A1C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>P</w:t>
            </w:r>
            <w:r w:rsidR="00F21C04" w:rsidRPr="00302A1C">
              <w:rPr>
                <w:rFonts w:ascii="Times New Roman" w:eastAsia="Calibri" w:hAnsi="Times New Roman" w:cs="Times New Roman"/>
              </w:rPr>
              <w:t xml:space="preserve">alun </w:t>
            </w:r>
            <w:r w:rsidRPr="00302A1C"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302A1C">
              <w:rPr>
                <w:rFonts w:ascii="Times New Roman" w:eastAsia="Calibri" w:hAnsi="Times New Roman" w:cs="Times New Roman"/>
              </w:rPr>
              <w:t xml:space="preserve">üle </w:t>
            </w:r>
            <w:r w:rsidRPr="00302A1C"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302A1C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6C6CB5C2" w:rsidR="00F21C04" w:rsidRPr="00302A1C" w:rsidRDefault="00302A1C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 xml:space="preserve">LHV Pank AS </w:t>
            </w:r>
            <w:r w:rsidRPr="00302A1C">
              <w:rPr>
                <w:rFonts w:ascii="Times New Roman" w:eastAsia="Calibri" w:hAnsi="Times New Roman" w:cs="Times New Roman"/>
              </w:rPr>
              <w:t>EE227700771002120673</w:t>
            </w:r>
            <w:r w:rsidR="00F21C04" w:rsidRPr="00302A1C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302A1C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302A1C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2185C9B7" w:rsidR="00F21C04" w:rsidRPr="00302A1C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24983D3C" w14:textId="22BC1867" w:rsidR="00302A1C" w:rsidRPr="00302A1C" w:rsidRDefault="00302A1C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 xml:space="preserve">Hannes Toodu </w:t>
            </w:r>
          </w:p>
          <w:p w14:paraId="2500F007" w14:textId="7D8E8514" w:rsidR="00302A1C" w:rsidRPr="00302A1C" w:rsidRDefault="00302A1C" w:rsidP="00E06C31">
            <w:pPr>
              <w:rPr>
                <w:rFonts w:ascii="Times New Roman" w:eastAsia="Calibri" w:hAnsi="Times New Roman" w:cs="Times New Roman"/>
              </w:rPr>
            </w:pPr>
            <w:r w:rsidRPr="00302A1C">
              <w:rPr>
                <w:rFonts w:ascii="Times New Roman" w:eastAsia="Calibri" w:hAnsi="Times New Roman" w:cs="Times New Roman"/>
              </w:rPr>
              <w:t xml:space="preserve">Juhatuse liige </w:t>
            </w:r>
          </w:p>
          <w:p w14:paraId="5F945A35" w14:textId="77777777" w:rsidR="00302A1C" w:rsidRPr="00645CA1" w:rsidRDefault="00302A1C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E" w14:textId="77777777" w:rsidR="00F21C04" w:rsidRPr="00645CA1" w:rsidRDefault="00F21C04" w:rsidP="00302A1C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FB983" w14:textId="77777777" w:rsidR="00737408" w:rsidRDefault="00737408" w:rsidP="00DF44DF">
      <w:r>
        <w:separator/>
      </w:r>
    </w:p>
  </w:endnote>
  <w:endnote w:type="continuationSeparator" w:id="0">
    <w:p w14:paraId="6A351862" w14:textId="77777777" w:rsidR="00737408" w:rsidRDefault="00737408" w:rsidP="00DF44DF">
      <w:r>
        <w:continuationSeparator/>
      </w:r>
    </w:p>
  </w:endnote>
  <w:endnote w:type="continuationNotice" w:id="1">
    <w:p w14:paraId="0EE6D826" w14:textId="77777777" w:rsidR="00737408" w:rsidRDefault="007374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5793F" w14:textId="77777777" w:rsidR="00737408" w:rsidRDefault="00737408" w:rsidP="00DF44DF">
      <w:r>
        <w:separator/>
      </w:r>
    </w:p>
  </w:footnote>
  <w:footnote w:type="continuationSeparator" w:id="0">
    <w:p w14:paraId="146AD252" w14:textId="77777777" w:rsidR="00737408" w:rsidRDefault="00737408" w:rsidP="00DF44DF">
      <w:r>
        <w:continuationSeparator/>
      </w:r>
    </w:p>
  </w:footnote>
  <w:footnote w:type="continuationNotice" w:id="1">
    <w:p w14:paraId="3ED228A6" w14:textId="77777777" w:rsidR="00737408" w:rsidRDefault="0073740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A1C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37408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2A1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02A1C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2A1C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nnes.toodu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5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Hannes Toodu  | MURULA</cp:lastModifiedBy>
  <cp:revision>2</cp:revision>
  <cp:lastPrinted>2014-04-02T13:57:00Z</cp:lastPrinted>
  <dcterms:created xsi:type="dcterms:W3CDTF">2023-04-04T09:40:00Z</dcterms:created>
  <dcterms:modified xsi:type="dcterms:W3CDTF">2023-04-04T09:40:00Z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